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57F4ADCC"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7F99BC0D"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77777777"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14:paraId="3D2CAABA" w14:textId="032C3FA1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0D2B6A" w:rsidRPr="00AD21F1">
        <w:rPr>
          <w:szCs w:val="28"/>
        </w:rPr>
        <w:t>2</w:t>
      </w:r>
      <w:r w:rsidR="000D2B6A">
        <w:rPr>
          <w:szCs w:val="28"/>
        </w:rPr>
        <w:t> </w:t>
      </w:r>
      <w:r w:rsidR="000D2B6A" w:rsidRPr="00AD21F1">
        <w:rPr>
          <w:szCs w:val="28"/>
        </w:rPr>
        <w:t>5</w:t>
      </w:r>
      <w:r w:rsidR="000D2B6A">
        <w:rPr>
          <w:szCs w:val="28"/>
        </w:rPr>
        <w:t xml:space="preserve">33 043,2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51A1F926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0D2B6A" w:rsidRPr="009A3EC9">
        <w:rPr>
          <w:szCs w:val="28"/>
        </w:rPr>
        <w:t xml:space="preserve">2 679 109,4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4BF8E4D0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32D39">
        <w:rPr>
          <w:szCs w:val="28"/>
        </w:rPr>
        <w:t>1</w:t>
      </w:r>
      <w:r w:rsidR="005E30D6" w:rsidRPr="005E30D6">
        <w:rPr>
          <w:szCs w:val="28"/>
        </w:rPr>
        <w:t>4</w:t>
      </w:r>
      <w:r w:rsidR="00432D39">
        <w:rPr>
          <w:szCs w:val="28"/>
        </w:rPr>
        <w:t>6</w:t>
      </w:r>
      <w:r w:rsidR="00BF0FE0">
        <w:rPr>
          <w:szCs w:val="28"/>
        </w:rPr>
        <w:t> 0</w:t>
      </w:r>
      <w:r w:rsidR="00432D39">
        <w:rPr>
          <w:szCs w:val="28"/>
        </w:rPr>
        <w:t>66</w:t>
      </w:r>
      <w:r w:rsidR="00BF0FE0">
        <w:rPr>
          <w:szCs w:val="28"/>
        </w:rPr>
        <w:t>,2</w:t>
      </w:r>
      <w:r>
        <w:rPr>
          <w:szCs w:val="28"/>
        </w:rPr>
        <w:t xml:space="preserve"> тыс. рублей.</w:t>
      </w:r>
    </w:p>
    <w:p w14:paraId="2330F441" w14:textId="65168C95" w:rsidR="00BB10DA" w:rsidRDefault="00BB10DA" w:rsidP="00BB10DA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363AE0">
        <w:rPr>
          <w:szCs w:val="28"/>
        </w:rPr>
        <w:t xml:space="preserve">от </w:t>
      </w:r>
      <w:r w:rsidR="00363AE0" w:rsidRPr="00363AE0">
        <w:rPr>
          <w:szCs w:val="28"/>
        </w:rPr>
        <w:t>28</w:t>
      </w:r>
      <w:r w:rsidRPr="00363AE0">
        <w:rPr>
          <w:color w:val="000000" w:themeColor="text1"/>
          <w:szCs w:val="28"/>
        </w:rPr>
        <w:t>.0</w:t>
      </w:r>
      <w:r w:rsidR="00432D39" w:rsidRPr="00363AE0">
        <w:rPr>
          <w:color w:val="000000" w:themeColor="text1"/>
          <w:szCs w:val="28"/>
        </w:rPr>
        <w:t>3</w:t>
      </w:r>
      <w:r w:rsidRPr="00363AE0">
        <w:rPr>
          <w:color w:val="000000" w:themeColor="text1"/>
          <w:szCs w:val="28"/>
        </w:rPr>
        <w:t>.2023 №</w:t>
      </w:r>
      <w:r w:rsidR="00363AE0" w:rsidRPr="00363AE0">
        <w:rPr>
          <w:color w:val="000000" w:themeColor="text1"/>
          <w:szCs w:val="28"/>
        </w:rPr>
        <w:t>443</w:t>
      </w:r>
      <w:r w:rsidRPr="00363AE0">
        <w:rPr>
          <w:szCs w:val="28"/>
        </w:rPr>
        <w:t>).</w:t>
      </w:r>
    </w:p>
    <w:p w14:paraId="50264F74" w14:textId="77777777" w:rsidR="00BB10DA" w:rsidRDefault="00BB10DA" w:rsidP="00055308">
      <w:pPr>
        <w:ind w:firstLine="851"/>
        <w:jc w:val="both"/>
        <w:rPr>
          <w:szCs w:val="28"/>
        </w:rPr>
      </w:pPr>
    </w:p>
    <w:p w14:paraId="7BDDEAC4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2BBCBA64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</w:t>
      </w:r>
      <w:r w:rsidR="000D2B6A">
        <w:rPr>
          <w:szCs w:val="28"/>
        </w:rPr>
        <w:t xml:space="preserve"> 979 431,6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2 537 275,1</w:t>
      </w:r>
      <w:r w:rsidR="000D2B6A"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0CDC1B61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9A3EC9">
        <w:rPr>
          <w:szCs w:val="28"/>
        </w:rPr>
        <w:t xml:space="preserve">2 979 431,6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4168AC" w:rsidRPr="004626C9">
        <w:rPr>
          <w:szCs w:val="28"/>
        </w:rPr>
        <w:t>2</w:t>
      </w:r>
      <w:r w:rsidR="004168AC">
        <w:rPr>
          <w:szCs w:val="28"/>
        </w:rPr>
        <w:t> 537 275,1</w:t>
      </w:r>
      <w:r w:rsidR="004168AC"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4CE19279" w14:textId="362F0991" w:rsidR="007F3A6C" w:rsidRDefault="007F3A6C" w:rsidP="007F3A6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363AE0" w:rsidRPr="00363AE0">
        <w:rPr>
          <w:szCs w:val="28"/>
        </w:rPr>
        <w:t>28</w:t>
      </w:r>
      <w:r w:rsidRPr="00363AE0">
        <w:rPr>
          <w:color w:val="000000" w:themeColor="text1"/>
          <w:szCs w:val="28"/>
        </w:rPr>
        <w:t>.03.2023 №</w:t>
      </w:r>
      <w:r w:rsidR="00363AE0" w:rsidRPr="00363AE0">
        <w:rPr>
          <w:color w:val="000000" w:themeColor="text1"/>
          <w:szCs w:val="28"/>
        </w:rPr>
        <w:t>443</w:t>
      </w:r>
      <w:r w:rsidRPr="00363AE0">
        <w:rPr>
          <w:szCs w:val="28"/>
        </w:rPr>
        <w:t>).</w:t>
      </w:r>
    </w:p>
    <w:p w14:paraId="73E69B96" w14:textId="1DBC786D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proofErr w:type="spellStart"/>
      <w:r w:rsidR="00E418E8" w:rsidRPr="0002670F">
        <w:rPr>
          <w:sz w:val="28"/>
          <w:szCs w:val="28"/>
        </w:rPr>
        <w:t>п.п</w:t>
      </w:r>
      <w:proofErr w:type="spellEnd"/>
      <w:r w:rsidR="00E418E8" w:rsidRPr="0002670F">
        <w:rPr>
          <w:sz w:val="28"/>
          <w:szCs w:val="28"/>
        </w:rPr>
        <w:t>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DB2904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DB2904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и 202</w:t>
      </w:r>
      <w:r w:rsidR="00DB2904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BB9930A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98</w:t>
      </w:r>
      <w:r w:rsidR="00BF1780" w:rsidRPr="00964839">
        <w:rPr>
          <w:sz w:val="28"/>
          <w:szCs w:val="28"/>
        </w:rPr>
        <w:t> </w:t>
      </w:r>
      <w:r w:rsidR="00964839" w:rsidRPr="00964839">
        <w:rPr>
          <w:sz w:val="28"/>
          <w:szCs w:val="28"/>
        </w:rPr>
        <w:t>812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77</w:t>
      </w:r>
      <w:r w:rsidR="00BF1780" w:rsidRPr="00964839">
        <w:rPr>
          <w:sz w:val="28"/>
          <w:szCs w:val="28"/>
        </w:rPr>
        <w:t xml:space="preserve"> </w:t>
      </w:r>
      <w:r w:rsidR="00964839" w:rsidRPr="00964839">
        <w:rPr>
          <w:sz w:val="28"/>
          <w:szCs w:val="28"/>
        </w:rPr>
        <w:t>690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794AC1BE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43F7916E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3C60D7A6" w14:textId="57C3383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0D2B6A" w:rsidRPr="000D2B6A">
        <w:rPr>
          <w:sz w:val="28"/>
          <w:szCs w:val="28"/>
        </w:rPr>
        <w:t>1 553 092,5</w:t>
      </w:r>
      <w:r w:rsidR="000D2B6A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1 247 836,8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A3DC2A2" w14:textId="26FAAD5D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0D2B6A" w:rsidRPr="000D2B6A">
        <w:rPr>
          <w:sz w:val="28"/>
          <w:szCs w:val="28"/>
        </w:rPr>
        <w:t>1 967 596,1</w:t>
      </w:r>
      <w:r w:rsidR="000D2B6A" w:rsidRPr="00E173DD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1 630 627,2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E60BE0E" w14:textId="1680353E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</w:t>
      </w:r>
      <w:r w:rsidR="00BD2519">
        <w:rPr>
          <w:sz w:val="28"/>
          <w:szCs w:val="28"/>
        </w:rPr>
        <w:t>72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6</w:t>
      </w:r>
      <w:r w:rsidR="00BD2519">
        <w:rPr>
          <w:sz w:val="28"/>
          <w:szCs w:val="28"/>
        </w:rPr>
        <w:t>41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</w:t>
      </w:r>
      <w:r w:rsidR="00BD2519">
        <w:rPr>
          <w:sz w:val="28"/>
          <w:szCs w:val="28"/>
        </w:rPr>
        <w:t>92</w:t>
      </w:r>
      <w:r w:rsidR="00112C81" w:rsidRPr="00112C81">
        <w:rPr>
          <w:sz w:val="28"/>
          <w:szCs w:val="28"/>
        </w:rPr>
        <w:t> </w:t>
      </w:r>
      <w:r w:rsidR="00BD2519">
        <w:rPr>
          <w:sz w:val="28"/>
          <w:szCs w:val="28"/>
        </w:rPr>
        <w:t>92</w:t>
      </w:r>
      <w:r w:rsidR="00871318">
        <w:rPr>
          <w:sz w:val="28"/>
          <w:szCs w:val="28"/>
        </w:rPr>
        <w:t>3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3A6D999E" w14:textId="76CD1C6B" w:rsidR="0016361E" w:rsidRDefault="0016361E" w:rsidP="0016361E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363AE0">
        <w:rPr>
          <w:szCs w:val="28"/>
        </w:rPr>
        <w:t xml:space="preserve">от </w:t>
      </w:r>
      <w:r w:rsidR="00363AE0" w:rsidRPr="00363AE0">
        <w:rPr>
          <w:szCs w:val="28"/>
        </w:rPr>
        <w:t>28</w:t>
      </w:r>
      <w:r w:rsidRPr="00363AE0">
        <w:rPr>
          <w:color w:val="000000" w:themeColor="text1"/>
          <w:szCs w:val="28"/>
        </w:rPr>
        <w:t>.03.2023 №</w:t>
      </w:r>
      <w:r w:rsidR="00363AE0" w:rsidRPr="00363AE0">
        <w:rPr>
          <w:color w:val="000000" w:themeColor="text1"/>
          <w:szCs w:val="28"/>
        </w:rPr>
        <w:t>443</w:t>
      </w:r>
      <w:r w:rsidRPr="00363AE0">
        <w:rPr>
          <w:szCs w:val="28"/>
        </w:rPr>
        <w:t>).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77777777"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14:paraId="078168C4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14:paraId="0A9CE65F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14:paraId="403E82B5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14:paraId="39293C6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14:paraId="7E0050A0" w14:textId="66A7A004"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14:paraId="6D221650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14:paraId="4FBEF592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14:paraId="6BDFBB47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55DFDE8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77777777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4110E2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14:paraId="0C80DB28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14:paraId="38F9E099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14:paraId="652A1BF5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14:paraId="1B7F5FB2" w14:textId="0AC08B31"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14:paraId="0086F367" w14:textId="77777777"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14:paraId="543471AF" w14:textId="77777777"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14:paraId="6C9FD2C4" w14:textId="77777777"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14:paraId="4A659686" w14:textId="77777777"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F06B34">
        <w:rPr>
          <w:szCs w:val="28"/>
        </w:rPr>
        <w:t>вебинара</w:t>
      </w:r>
      <w:proofErr w:type="spellEnd"/>
      <w:r w:rsidRPr="00F06B34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911AB">
        <w:rPr>
          <w:szCs w:val="28"/>
        </w:rPr>
        <w:t>коронавирусной</w:t>
      </w:r>
      <w:proofErr w:type="spellEnd"/>
      <w:r w:rsidRPr="008911AB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77777777"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30C9CFD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14:paraId="49380FD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14:paraId="06C4EB60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4B8678CC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14:paraId="00D5096C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14:paraId="07D72983" w14:textId="77777777"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64603FAF" w14:textId="77777777"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5AF15950" w14:textId="77777777"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2AB04F36" w14:textId="512473A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6E293C">
        <w:rPr>
          <w:rFonts w:ascii="Times New Roman" w:hAnsi="Times New Roman" w:cs="Times New Roman"/>
          <w:sz w:val="28"/>
          <w:szCs w:val="28"/>
        </w:rPr>
        <w:t>37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6E293C">
        <w:rPr>
          <w:rFonts w:ascii="Times New Roman" w:hAnsi="Times New Roman" w:cs="Times New Roman"/>
          <w:sz w:val="28"/>
          <w:szCs w:val="28"/>
        </w:rPr>
        <w:t>771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77777777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B6B5971" w14:textId="5B138FEA"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BF0FE0">
        <w:rPr>
          <w:szCs w:val="28"/>
        </w:rPr>
        <w:t xml:space="preserve">от </w:t>
      </w:r>
      <w:r w:rsidR="00363AE0" w:rsidRPr="00363AE0">
        <w:rPr>
          <w:szCs w:val="28"/>
        </w:rPr>
        <w:t>28</w:t>
      </w:r>
      <w:r w:rsidRPr="00363AE0">
        <w:rPr>
          <w:color w:val="000000" w:themeColor="text1"/>
          <w:szCs w:val="28"/>
        </w:rPr>
        <w:t>.03.2023 №</w:t>
      </w:r>
      <w:r w:rsidR="00363AE0" w:rsidRPr="00363AE0">
        <w:rPr>
          <w:color w:val="000000" w:themeColor="text1"/>
          <w:szCs w:val="28"/>
        </w:rPr>
        <w:t>443</w:t>
      </w:r>
      <w:r w:rsidRPr="00363AE0">
        <w:rPr>
          <w:szCs w:val="28"/>
        </w:rPr>
        <w:t>).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53 173,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7777777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proofErr w:type="spellStart"/>
      <w:r w:rsidR="00C96132">
        <w:rPr>
          <w:rFonts w:eastAsia="Calibri"/>
          <w:szCs w:val="28"/>
          <w:lang w:val="en-US" w:eastAsia="en-US"/>
        </w:rPr>
        <w:t>gov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669CCD6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</w:p>
    <w:p w14:paraId="63E407F4" w14:textId="3BDA5A86" w:rsidR="00D31140" w:rsidRDefault="00D31140" w:rsidP="00660768">
      <w:pPr>
        <w:pStyle w:val="11"/>
      </w:pPr>
    </w:p>
    <w:p w14:paraId="42CFA730" w14:textId="08CA283F" w:rsidR="00D31140" w:rsidRDefault="00D31140" w:rsidP="00660768">
      <w:pPr>
        <w:pStyle w:val="11"/>
      </w:pPr>
    </w:p>
    <w:p w14:paraId="4E76BE1F" w14:textId="0F74817A" w:rsidR="00D31140" w:rsidRDefault="00D31140" w:rsidP="00660768">
      <w:pPr>
        <w:pStyle w:val="11"/>
      </w:pPr>
    </w:p>
    <w:p w14:paraId="0397D414" w14:textId="79E01AF5" w:rsidR="00D31140" w:rsidRDefault="00D31140" w:rsidP="00660768">
      <w:pPr>
        <w:pStyle w:val="11"/>
      </w:pPr>
    </w:p>
    <w:p w14:paraId="257720BE" w14:textId="043EDE82" w:rsidR="00D31140" w:rsidRDefault="00D31140" w:rsidP="00660768">
      <w:pPr>
        <w:pStyle w:val="11"/>
      </w:pPr>
    </w:p>
    <w:p w14:paraId="7AEAD5AC" w14:textId="1E2EF5A0" w:rsidR="00D31140" w:rsidRDefault="00D31140" w:rsidP="00660768">
      <w:pPr>
        <w:pStyle w:val="11"/>
      </w:pPr>
    </w:p>
    <w:p w14:paraId="0A91BB58" w14:textId="2D093714" w:rsidR="00D31140" w:rsidRDefault="00D31140" w:rsidP="00660768">
      <w:pPr>
        <w:pStyle w:val="11"/>
      </w:pPr>
    </w:p>
    <w:p w14:paraId="5592D527" w14:textId="7C2DDB0A" w:rsidR="00D31140" w:rsidRDefault="00D31140" w:rsidP="00660768">
      <w:pPr>
        <w:pStyle w:val="11"/>
      </w:pPr>
    </w:p>
    <w:p w14:paraId="0638FCC8" w14:textId="0CF908B3" w:rsidR="00D31140" w:rsidRDefault="00D31140" w:rsidP="00660768">
      <w:pPr>
        <w:pStyle w:val="11"/>
      </w:pPr>
      <w:bookmarkStart w:id="4" w:name="_GoBack"/>
      <w:bookmarkEnd w:id="4"/>
    </w:p>
    <w:sectPr w:rsidR="00D31140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C365F" w14:textId="77777777" w:rsidR="008818FB" w:rsidRDefault="008818FB">
      <w:r>
        <w:separator/>
      </w:r>
    </w:p>
  </w:endnote>
  <w:endnote w:type="continuationSeparator" w:id="0">
    <w:p w14:paraId="0A3B6DF9" w14:textId="77777777" w:rsidR="008818FB" w:rsidRDefault="00881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207D7" w14:textId="77777777" w:rsidR="008818FB" w:rsidRDefault="008818FB">
      <w:r>
        <w:separator/>
      </w:r>
    </w:p>
  </w:footnote>
  <w:footnote w:type="continuationSeparator" w:id="0">
    <w:p w14:paraId="5414A27E" w14:textId="77777777" w:rsidR="008818FB" w:rsidRDefault="00881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015B96A4" w:rsidR="008818FB" w:rsidRDefault="008818FB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376EE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8818FB" w:rsidRDefault="008818FB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818FB" w:rsidRPr="00660768" w:rsidRDefault="008818FB">
    <w:pPr>
      <w:pStyle w:val="af"/>
      <w:rPr>
        <w:noProof w:val="0"/>
        <w:sz w:val="6"/>
        <w:szCs w:val="6"/>
        <w:lang w:val="en-US"/>
      </w:rPr>
    </w:pPr>
  </w:p>
  <w:p w14:paraId="2F11B640" w14:textId="77777777" w:rsidR="008818FB" w:rsidRDefault="008818FB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818FB" w:rsidRDefault="008818FB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818FB" w:rsidRPr="00C0135E" w:rsidRDefault="008818FB" w:rsidP="00660768">
    <w:pPr>
      <w:jc w:val="center"/>
      <w:rPr>
        <w:b/>
        <w:sz w:val="24"/>
        <w:szCs w:val="24"/>
      </w:rPr>
    </w:pPr>
  </w:p>
  <w:p w14:paraId="11A13E0E" w14:textId="77777777" w:rsidR="008818FB" w:rsidRPr="00E71831" w:rsidRDefault="008818FB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818FB" w:rsidRPr="00660768" w:rsidRDefault="008818FB">
    <w:pPr>
      <w:pStyle w:val="af"/>
      <w:rPr>
        <w:szCs w:val="28"/>
        <w:lang w:val="en-US"/>
      </w:rPr>
    </w:pPr>
  </w:p>
  <w:p w14:paraId="492F6D32" w14:textId="77777777" w:rsidR="008818FB" w:rsidRDefault="008818FB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818FB" w:rsidRPr="00660768" w:rsidRDefault="008818FB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818FB" w:rsidRPr="00660768" w:rsidRDefault="008818FB" w:rsidP="00660768">
    <w:pPr>
      <w:rPr>
        <w:sz w:val="24"/>
        <w:szCs w:val="24"/>
      </w:rPr>
    </w:pPr>
  </w:p>
  <w:p w14:paraId="4ACE5E69" w14:textId="77777777" w:rsidR="008818FB" w:rsidRPr="00660768" w:rsidRDefault="008818FB">
    <w:pPr>
      <w:rPr>
        <w:sz w:val="24"/>
        <w:szCs w:val="24"/>
      </w:rPr>
    </w:pPr>
  </w:p>
  <w:p w14:paraId="6A08C25A" w14:textId="77777777" w:rsidR="008818FB" w:rsidRPr="00660768" w:rsidRDefault="008818FB">
    <w:pPr>
      <w:rPr>
        <w:sz w:val="24"/>
        <w:szCs w:val="24"/>
      </w:rPr>
    </w:pPr>
  </w:p>
  <w:p w14:paraId="6D14D939" w14:textId="77777777" w:rsidR="008818FB" w:rsidRPr="00660768" w:rsidRDefault="008818FB">
    <w:pPr>
      <w:rPr>
        <w:sz w:val="24"/>
        <w:szCs w:val="24"/>
      </w:rPr>
    </w:pPr>
  </w:p>
  <w:p w14:paraId="53DE5A70" w14:textId="77777777" w:rsidR="008818FB" w:rsidRPr="00660768" w:rsidRDefault="008818FB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3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614F"/>
    <w:rsid w:val="0000667A"/>
    <w:rsid w:val="00007071"/>
    <w:rsid w:val="000118B9"/>
    <w:rsid w:val="000153FC"/>
    <w:rsid w:val="000169AB"/>
    <w:rsid w:val="0002314A"/>
    <w:rsid w:val="00023DDA"/>
    <w:rsid w:val="000245E5"/>
    <w:rsid w:val="0002641D"/>
    <w:rsid w:val="0003404E"/>
    <w:rsid w:val="000361F1"/>
    <w:rsid w:val="00040C28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6D1A"/>
    <w:rsid w:val="00067D21"/>
    <w:rsid w:val="000730B0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6493"/>
    <w:rsid w:val="000A1208"/>
    <w:rsid w:val="000A40FD"/>
    <w:rsid w:val="000A6606"/>
    <w:rsid w:val="000A7D83"/>
    <w:rsid w:val="000B04B4"/>
    <w:rsid w:val="000B21C9"/>
    <w:rsid w:val="000B5C93"/>
    <w:rsid w:val="000C0C7D"/>
    <w:rsid w:val="000C2080"/>
    <w:rsid w:val="000C3068"/>
    <w:rsid w:val="000C4D91"/>
    <w:rsid w:val="000C52E8"/>
    <w:rsid w:val="000C69D0"/>
    <w:rsid w:val="000D0661"/>
    <w:rsid w:val="000D2B6A"/>
    <w:rsid w:val="000D2F83"/>
    <w:rsid w:val="000D4043"/>
    <w:rsid w:val="000E0717"/>
    <w:rsid w:val="000E5CD8"/>
    <w:rsid w:val="000F2695"/>
    <w:rsid w:val="000F65AB"/>
    <w:rsid w:val="000F65F9"/>
    <w:rsid w:val="001016B6"/>
    <w:rsid w:val="0010482C"/>
    <w:rsid w:val="001073BD"/>
    <w:rsid w:val="00107D6B"/>
    <w:rsid w:val="00110410"/>
    <w:rsid w:val="00112C81"/>
    <w:rsid w:val="00113392"/>
    <w:rsid w:val="00117EBB"/>
    <w:rsid w:val="00120603"/>
    <w:rsid w:val="00121F2A"/>
    <w:rsid w:val="00126E95"/>
    <w:rsid w:val="001279B3"/>
    <w:rsid w:val="001305FD"/>
    <w:rsid w:val="00134FC3"/>
    <w:rsid w:val="0013604F"/>
    <w:rsid w:val="00137CA8"/>
    <w:rsid w:val="00140508"/>
    <w:rsid w:val="0014155F"/>
    <w:rsid w:val="001441E9"/>
    <w:rsid w:val="0014620F"/>
    <w:rsid w:val="00146FC1"/>
    <w:rsid w:val="00154520"/>
    <w:rsid w:val="001616F0"/>
    <w:rsid w:val="0016361E"/>
    <w:rsid w:val="00172CF6"/>
    <w:rsid w:val="0017512F"/>
    <w:rsid w:val="001778C5"/>
    <w:rsid w:val="0018163E"/>
    <w:rsid w:val="00182CA8"/>
    <w:rsid w:val="00183054"/>
    <w:rsid w:val="00185971"/>
    <w:rsid w:val="001861A2"/>
    <w:rsid w:val="001861C8"/>
    <w:rsid w:val="00187933"/>
    <w:rsid w:val="00193642"/>
    <w:rsid w:val="0019441D"/>
    <w:rsid w:val="00194A1F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1F58DA"/>
    <w:rsid w:val="00200586"/>
    <w:rsid w:val="002014DC"/>
    <w:rsid w:val="00203AF8"/>
    <w:rsid w:val="002103DA"/>
    <w:rsid w:val="00210C13"/>
    <w:rsid w:val="00212A4D"/>
    <w:rsid w:val="0021467F"/>
    <w:rsid w:val="0021519F"/>
    <w:rsid w:val="00221324"/>
    <w:rsid w:val="0022300D"/>
    <w:rsid w:val="00226C94"/>
    <w:rsid w:val="00234B60"/>
    <w:rsid w:val="002361A3"/>
    <w:rsid w:val="00237F94"/>
    <w:rsid w:val="00242067"/>
    <w:rsid w:val="00246AC4"/>
    <w:rsid w:val="00256A9B"/>
    <w:rsid w:val="002611FD"/>
    <w:rsid w:val="0026324C"/>
    <w:rsid w:val="002734EE"/>
    <w:rsid w:val="00273718"/>
    <w:rsid w:val="002807AE"/>
    <w:rsid w:val="00281154"/>
    <w:rsid w:val="00285B3F"/>
    <w:rsid w:val="0028651F"/>
    <w:rsid w:val="0029564C"/>
    <w:rsid w:val="002966B0"/>
    <w:rsid w:val="00297FB3"/>
    <w:rsid w:val="002A1C25"/>
    <w:rsid w:val="002A357E"/>
    <w:rsid w:val="002A65D0"/>
    <w:rsid w:val="002B20A5"/>
    <w:rsid w:val="002B20BD"/>
    <w:rsid w:val="002B7215"/>
    <w:rsid w:val="002C1D05"/>
    <w:rsid w:val="002C21B0"/>
    <w:rsid w:val="002C5E53"/>
    <w:rsid w:val="002C5FBA"/>
    <w:rsid w:val="002D2DA6"/>
    <w:rsid w:val="002D3703"/>
    <w:rsid w:val="002D5801"/>
    <w:rsid w:val="002D7AAD"/>
    <w:rsid w:val="002E2D0D"/>
    <w:rsid w:val="002F1813"/>
    <w:rsid w:val="002F1F68"/>
    <w:rsid w:val="002F2B18"/>
    <w:rsid w:val="002F2F85"/>
    <w:rsid w:val="00300970"/>
    <w:rsid w:val="00301277"/>
    <w:rsid w:val="0030716F"/>
    <w:rsid w:val="0031127A"/>
    <w:rsid w:val="00312621"/>
    <w:rsid w:val="00312FF6"/>
    <w:rsid w:val="003130A9"/>
    <w:rsid w:val="00315BB3"/>
    <w:rsid w:val="00316AA1"/>
    <w:rsid w:val="00317824"/>
    <w:rsid w:val="00321792"/>
    <w:rsid w:val="00323C22"/>
    <w:rsid w:val="0032694A"/>
    <w:rsid w:val="00331488"/>
    <w:rsid w:val="00332005"/>
    <w:rsid w:val="003324F5"/>
    <w:rsid w:val="00332786"/>
    <w:rsid w:val="003349DF"/>
    <w:rsid w:val="00334DE5"/>
    <w:rsid w:val="00335237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3AE0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95FE5"/>
    <w:rsid w:val="003A3E20"/>
    <w:rsid w:val="003B05A8"/>
    <w:rsid w:val="003B1405"/>
    <w:rsid w:val="003B6EBF"/>
    <w:rsid w:val="003C0740"/>
    <w:rsid w:val="003C15C8"/>
    <w:rsid w:val="003C1756"/>
    <w:rsid w:val="003C3EEE"/>
    <w:rsid w:val="003C4859"/>
    <w:rsid w:val="003C56FB"/>
    <w:rsid w:val="003D7FA4"/>
    <w:rsid w:val="003E103C"/>
    <w:rsid w:val="003E78BE"/>
    <w:rsid w:val="003F13D5"/>
    <w:rsid w:val="003F4A70"/>
    <w:rsid w:val="003F6712"/>
    <w:rsid w:val="003F6F55"/>
    <w:rsid w:val="00401347"/>
    <w:rsid w:val="004034B6"/>
    <w:rsid w:val="004077D8"/>
    <w:rsid w:val="00410837"/>
    <w:rsid w:val="004110E2"/>
    <w:rsid w:val="00413A52"/>
    <w:rsid w:val="004167E4"/>
    <w:rsid w:val="004168AC"/>
    <w:rsid w:val="00422D97"/>
    <w:rsid w:val="0042421D"/>
    <w:rsid w:val="00425934"/>
    <w:rsid w:val="00432D39"/>
    <w:rsid w:val="00432E94"/>
    <w:rsid w:val="00440E11"/>
    <w:rsid w:val="00443EEF"/>
    <w:rsid w:val="00444B33"/>
    <w:rsid w:val="00445494"/>
    <w:rsid w:val="00447781"/>
    <w:rsid w:val="00451D55"/>
    <w:rsid w:val="00453D99"/>
    <w:rsid w:val="004554EC"/>
    <w:rsid w:val="00457769"/>
    <w:rsid w:val="00460331"/>
    <w:rsid w:val="004615B7"/>
    <w:rsid w:val="00462782"/>
    <w:rsid w:val="00471DFA"/>
    <w:rsid w:val="00475283"/>
    <w:rsid w:val="00475A9A"/>
    <w:rsid w:val="00480AF5"/>
    <w:rsid w:val="00482C10"/>
    <w:rsid w:val="00484623"/>
    <w:rsid w:val="004930B7"/>
    <w:rsid w:val="004A0C8F"/>
    <w:rsid w:val="004A26EC"/>
    <w:rsid w:val="004A3AC1"/>
    <w:rsid w:val="004A55AF"/>
    <w:rsid w:val="004A603B"/>
    <w:rsid w:val="004A7A6B"/>
    <w:rsid w:val="004B0819"/>
    <w:rsid w:val="004B39A0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979"/>
    <w:rsid w:val="004E5F64"/>
    <w:rsid w:val="004F0AD1"/>
    <w:rsid w:val="004F0D03"/>
    <w:rsid w:val="004F532D"/>
    <w:rsid w:val="004F65F7"/>
    <w:rsid w:val="004F7815"/>
    <w:rsid w:val="005005F2"/>
    <w:rsid w:val="00503399"/>
    <w:rsid w:val="00506878"/>
    <w:rsid w:val="0051138F"/>
    <w:rsid w:val="0051154E"/>
    <w:rsid w:val="005208A5"/>
    <w:rsid w:val="00521960"/>
    <w:rsid w:val="005229DA"/>
    <w:rsid w:val="0052548D"/>
    <w:rsid w:val="005273EC"/>
    <w:rsid w:val="00530662"/>
    <w:rsid w:val="00534284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66B27"/>
    <w:rsid w:val="00567832"/>
    <w:rsid w:val="00570D8B"/>
    <w:rsid w:val="005719B4"/>
    <w:rsid w:val="00574EAB"/>
    <w:rsid w:val="005754AE"/>
    <w:rsid w:val="005772E2"/>
    <w:rsid w:val="0058255B"/>
    <w:rsid w:val="00582735"/>
    <w:rsid w:val="00582CC3"/>
    <w:rsid w:val="00586717"/>
    <w:rsid w:val="00590472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2652"/>
    <w:rsid w:val="005C5709"/>
    <w:rsid w:val="005C5AF8"/>
    <w:rsid w:val="005C7E7B"/>
    <w:rsid w:val="005D2381"/>
    <w:rsid w:val="005D3D9A"/>
    <w:rsid w:val="005D42AE"/>
    <w:rsid w:val="005D5C09"/>
    <w:rsid w:val="005D6F2D"/>
    <w:rsid w:val="005E0C0C"/>
    <w:rsid w:val="005E30D6"/>
    <w:rsid w:val="005E4980"/>
    <w:rsid w:val="005E7619"/>
    <w:rsid w:val="005F2C0E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45B7"/>
    <w:rsid w:val="00615E97"/>
    <w:rsid w:val="00616809"/>
    <w:rsid w:val="0061743D"/>
    <w:rsid w:val="0061762F"/>
    <w:rsid w:val="0062000B"/>
    <w:rsid w:val="00620975"/>
    <w:rsid w:val="0062311B"/>
    <w:rsid w:val="0062320A"/>
    <w:rsid w:val="00627C22"/>
    <w:rsid w:val="00630F4D"/>
    <w:rsid w:val="00631628"/>
    <w:rsid w:val="00634093"/>
    <w:rsid w:val="00635538"/>
    <w:rsid w:val="00640AA3"/>
    <w:rsid w:val="00640D61"/>
    <w:rsid w:val="00651B23"/>
    <w:rsid w:val="0065691B"/>
    <w:rsid w:val="00657410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B45"/>
    <w:rsid w:val="00690CCF"/>
    <w:rsid w:val="00693B6D"/>
    <w:rsid w:val="00694129"/>
    <w:rsid w:val="006972E6"/>
    <w:rsid w:val="006A23A7"/>
    <w:rsid w:val="006A2D6B"/>
    <w:rsid w:val="006A535E"/>
    <w:rsid w:val="006B2F3E"/>
    <w:rsid w:val="006B4FDC"/>
    <w:rsid w:val="006B66DA"/>
    <w:rsid w:val="006C16D3"/>
    <w:rsid w:val="006C17C0"/>
    <w:rsid w:val="006C4587"/>
    <w:rsid w:val="006E0F1A"/>
    <w:rsid w:val="006E1557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3D79"/>
    <w:rsid w:val="00710078"/>
    <w:rsid w:val="00712BA9"/>
    <w:rsid w:val="0071363A"/>
    <w:rsid w:val="007165CB"/>
    <w:rsid w:val="00721DA7"/>
    <w:rsid w:val="007228A7"/>
    <w:rsid w:val="00725169"/>
    <w:rsid w:val="00727882"/>
    <w:rsid w:val="0073172C"/>
    <w:rsid w:val="007333CC"/>
    <w:rsid w:val="00733901"/>
    <w:rsid w:val="0073454F"/>
    <w:rsid w:val="00741EE7"/>
    <w:rsid w:val="007420CD"/>
    <w:rsid w:val="00743207"/>
    <w:rsid w:val="007448D4"/>
    <w:rsid w:val="00750D90"/>
    <w:rsid w:val="00752127"/>
    <w:rsid w:val="007631BC"/>
    <w:rsid w:val="00763921"/>
    <w:rsid w:val="00764D74"/>
    <w:rsid w:val="00766EC5"/>
    <w:rsid w:val="00771F51"/>
    <w:rsid w:val="00773AE6"/>
    <w:rsid w:val="00776BB1"/>
    <w:rsid w:val="007825AD"/>
    <w:rsid w:val="0078266C"/>
    <w:rsid w:val="007836D6"/>
    <w:rsid w:val="00784715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080D"/>
    <w:rsid w:val="007D18A8"/>
    <w:rsid w:val="007D420F"/>
    <w:rsid w:val="007D5955"/>
    <w:rsid w:val="007D673B"/>
    <w:rsid w:val="007E092F"/>
    <w:rsid w:val="007E3740"/>
    <w:rsid w:val="007E6A7E"/>
    <w:rsid w:val="007F2807"/>
    <w:rsid w:val="007F3A6C"/>
    <w:rsid w:val="007F460A"/>
    <w:rsid w:val="007F4D0E"/>
    <w:rsid w:val="007F57F7"/>
    <w:rsid w:val="00810716"/>
    <w:rsid w:val="008112AF"/>
    <w:rsid w:val="008125EF"/>
    <w:rsid w:val="00812E96"/>
    <w:rsid w:val="00814DB8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2D77"/>
    <w:rsid w:val="00833F4B"/>
    <w:rsid w:val="0083797B"/>
    <w:rsid w:val="00840864"/>
    <w:rsid w:val="008471FC"/>
    <w:rsid w:val="008519F6"/>
    <w:rsid w:val="008525FC"/>
    <w:rsid w:val="008547B4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7663F"/>
    <w:rsid w:val="00880B1B"/>
    <w:rsid w:val="00880FCB"/>
    <w:rsid w:val="008818FB"/>
    <w:rsid w:val="00885297"/>
    <w:rsid w:val="00885CA0"/>
    <w:rsid w:val="00887341"/>
    <w:rsid w:val="00890211"/>
    <w:rsid w:val="008911AB"/>
    <w:rsid w:val="008960AF"/>
    <w:rsid w:val="00896209"/>
    <w:rsid w:val="008A0CB2"/>
    <w:rsid w:val="008A600E"/>
    <w:rsid w:val="008B6178"/>
    <w:rsid w:val="008C25C1"/>
    <w:rsid w:val="008C5F02"/>
    <w:rsid w:val="008C746A"/>
    <w:rsid w:val="008C7F25"/>
    <w:rsid w:val="008D391E"/>
    <w:rsid w:val="008D449C"/>
    <w:rsid w:val="008D521C"/>
    <w:rsid w:val="008E0F04"/>
    <w:rsid w:val="008E319D"/>
    <w:rsid w:val="008E5452"/>
    <w:rsid w:val="008E7269"/>
    <w:rsid w:val="008E74ED"/>
    <w:rsid w:val="008F01CB"/>
    <w:rsid w:val="008F2397"/>
    <w:rsid w:val="008F3BB8"/>
    <w:rsid w:val="008F4A46"/>
    <w:rsid w:val="008F67C4"/>
    <w:rsid w:val="008F7CDE"/>
    <w:rsid w:val="00900EBD"/>
    <w:rsid w:val="00901D57"/>
    <w:rsid w:val="00903C87"/>
    <w:rsid w:val="00903DE4"/>
    <w:rsid w:val="00913ACC"/>
    <w:rsid w:val="00916820"/>
    <w:rsid w:val="00916E78"/>
    <w:rsid w:val="00917BDA"/>
    <w:rsid w:val="009202DA"/>
    <w:rsid w:val="00921C57"/>
    <w:rsid w:val="009225C7"/>
    <w:rsid w:val="00922776"/>
    <w:rsid w:val="00923F1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7DF8"/>
    <w:rsid w:val="00983FFA"/>
    <w:rsid w:val="00985FCB"/>
    <w:rsid w:val="0099154C"/>
    <w:rsid w:val="00992277"/>
    <w:rsid w:val="00995125"/>
    <w:rsid w:val="009955BB"/>
    <w:rsid w:val="009962E7"/>
    <w:rsid w:val="009A351D"/>
    <w:rsid w:val="009A5F90"/>
    <w:rsid w:val="009B1C79"/>
    <w:rsid w:val="009B3048"/>
    <w:rsid w:val="009B33B8"/>
    <w:rsid w:val="009B575E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47C9"/>
    <w:rsid w:val="009D74C2"/>
    <w:rsid w:val="009E01FE"/>
    <w:rsid w:val="009E0883"/>
    <w:rsid w:val="009E2422"/>
    <w:rsid w:val="009E386A"/>
    <w:rsid w:val="009E7A28"/>
    <w:rsid w:val="009E7EE7"/>
    <w:rsid w:val="009F1661"/>
    <w:rsid w:val="009F424F"/>
    <w:rsid w:val="009F44B5"/>
    <w:rsid w:val="009F457D"/>
    <w:rsid w:val="009F4F93"/>
    <w:rsid w:val="009F5B0D"/>
    <w:rsid w:val="00A010A0"/>
    <w:rsid w:val="00A0299A"/>
    <w:rsid w:val="00A05587"/>
    <w:rsid w:val="00A11367"/>
    <w:rsid w:val="00A113A6"/>
    <w:rsid w:val="00A11C1D"/>
    <w:rsid w:val="00A11EB2"/>
    <w:rsid w:val="00A13298"/>
    <w:rsid w:val="00A14A8A"/>
    <w:rsid w:val="00A14B33"/>
    <w:rsid w:val="00A1582A"/>
    <w:rsid w:val="00A15DC3"/>
    <w:rsid w:val="00A15F90"/>
    <w:rsid w:val="00A25540"/>
    <w:rsid w:val="00A257DA"/>
    <w:rsid w:val="00A35347"/>
    <w:rsid w:val="00A378A0"/>
    <w:rsid w:val="00A40D66"/>
    <w:rsid w:val="00A42C9A"/>
    <w:rsid w:val="00A447FF"/>
    <w:rsid w:val="00A54A67"/>
    <w:rsid w:val="00A5512F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A69"/>
    <w:rsid w:val="00AA0D0D"/>
    <w:rsid w:val="00AA1E81"/>
    <w:rsid w:val="00AA22BF"/>
    <w:rsid w:val="00AA236C"/>
    <w:rsid w:val="00AA2A77"/>
    <w:rsid w:val="00AA408E"/>
    <w:rsid w:val="00AA59B1"/>
    <w:rsid w:val="00AB2228"/>
    <w:rsid w:val="00AB2AB1"/>
    <w:rsid w:val="00AB2D89"/>
    <w:rsid w:val="00AB48AB"/>
    <w:rsid w:val="00AB4C37"/>
    <w:rsid w:val="00AB75DB"/>
    <w:rsid w:val="00AC2BD2"/>
    <w:rsid w:val="00AC30C3"/>
    <w:rsid w:val="00AC3589"/>
    <w:rsid w:val="00AC6B98"/>
    <w:rsid w:val="00AD1141"/>
    <w:rsid w:val="00AD3D9D"/>
    <w:rsid w:val="00AD59E1"/>
    <w:rsid w:val="00AD61FF"/>
    <w:rsid w:val="00AD7A7E"/>
    <w:rsid w:val="00AE1458"/>
    <w:rsid w:val="00AE1A10"/>
    <w:rsid w:val="00AE1B23"/>
    <w:rsid w:val="00AE3752"/>
    <w:rsid w:val="00AF0886"/>
    <w:rsid w:val="00AF2FA8"/>
    <w:rsid w:val="00AF4805"/>
    <w:rsid w:val="00B04C36"/>
    <w:rsid w:val="00B06BC0"/>
    <w:rsid w:val="00B070F4"/>
    <w:rsid w:val="00B11881"/>
    <w:rsid w:val="00B1543B"/>
    <w:rsid w:val="00B16A82"/>
    <w:rsid w:val="00B16D91"/>
    <w:rsid w:val="00B225DD"/>
    <w:rsid w:val="00B247AA"/>
    <w:rsid w:val="00B31F84"/>
    <w:rsid w:val="00B347FE"/>
    <w:rsid w:val="00B43B08"/>
    <w:rsid w:val="00B476C4"/>
    <w:rsid w:val="00B5061C"/>
    <w:rsid w:val="00B54A61"/>
    <w:rsid w:val="00B612A3"/>
    <w:rsid w:val="00B63D43"/>
    <w:rsid w:val="00B64361"/>
    <w:rsid w:val="00B67305"/>
    <w:rsid w:val="00B71AF9"/>
    <w:rsid w:val="00B72454"/>
    <w:rsid w:val="00B72D2B"/>
    <w:rsid w:val="00B73316"/>
    <w:rsid w:val="00B75E8B"/>
    <w:rsid w:val="00B76345"/>
    <w:rsid w:val="00B82215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7778"/>
    <w:rsid w:val="00BB10DA"/>
    <w:rsid w:val="00BB26DF"/>
    <w:rsid w:val="00BB29A0"/>
    <w:rsid w:val="00BC1B10"/>
    <w:rsid w:val="00BC233D"/>
    <w:rsid w:val="00BC6870"/>
    <w:rsid w:val="00BC7CE4"/>
    <w:rsid w:val="00BD1189"/>
    <w:rsid w:val="00BD2519"/>
    <w:rsid w:val="00BD744C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416"/>
    <w:rsid w:val="00C31FE8"/>
    <w:rsid w:val="00C367D6"/>
    <w:rsid w:val="00C42BC8"/>
    <w:rsid w:val="00C44417"/>
    <w:rsid w:val="00C52584"/>
    <w:rsid w:val="00C52A68"/>
    <w:rsid w:val="00C550D4"/>
    <w:rsid w:val="00C56FBC"/>
    <w:rsid w:val="00C64E7C"/>
    <w:rsid w:val="00C7257E"/>
    <w:rsid w:val="00C81211"/>
    <w:rsid w:val="00C87130"/>
    <w:rsid w:val="00C87303"/>
    <w:rsid w:val="00C87395"/>
    <w:rsid w:val="00C873B6"/>
    <w:rsid w:val="00C96132"/>
    <w:rsid w:val="00CA5627"/>
    <w:rsid w:val="00CB01F1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D7CE5"/>
    <w:rsid w:val="00CE2F43"/>
    <w:rsid w:val="00CE7B57"/>
    <w:rsid w:val="00CE7E55"/>
    <w:rsid w:val="00CF0869"/>
    <w:rsid w:val="00CF248A"/>
    <w:rsid w:val="00CF4695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1140"/>
    <w:rsid w:val="00D34CC4"/>
    <w:rsid w:val="00D376EE"/>
    <w:rsid w:val="00D40F1F"/>
    <w:rsid w:val="00D46582"/>
    <w:rsid w:val="00D50407"/>
    <w:rsid w:val="00D55816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873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2F1C"/>
    <w:rsid w:val="00E03EBB"/>
    <w:rsid w:val="00E04025"/>
    <w:rsid w:val="00E07156"/>
    <w:rsid w:val="00E10CCB"/>
    <w:rsid w:val="00E1103B"/>
    <w:rsid w:val="00E11DDC"/>
    <w:rsid w:val="00E1215C"/>
    <w:rsid w:val="00E12294"/>
    <w:rsid w:val="00E15863"/>
    <w:rsid w:val="00E208CC"/>
    <w:rsid w:val="00E20B62"/>
    <w:rsid w:val="00E220F7"/>
    <w:rsid w:val="00E22EAD"/>
    <w:rsid w:val="00E245DC"/>
    <w:rsid w:val="00E24C96"/>
    <w:rsid w:val="00E27B28"/>
    <w:rsid w:val="00E3671D"/>
    <w:rsid w:val="00E36C3C"/>
    <w:rsid w:val="00E40077"/>
    <w:rsid w:val="00E40D0E"/>
    <w:rsid w:val="00E41370"/>
    <w:rsid w:val="00E418E8"/>
    <w:rsid w:val="00E44760"/>
    <w:rsid w:val="00E471B8"/>
    <w:rsid w:val="00E47B3E"/>
    <w:rsid w:val="00E519D3"/>
    <w:rsid w:val="00E52C5C"/>
    <w:rsid w:val="00E539D3"/>
    <w:rsid w:val="00E54C12"/>
    <w:rsid w:val="00E57AEB"/>
    <w:rsid w:val="00E6459C"/>
    <w:rsid w:val="00E6495E"/>
    <w:rsid w:val="00E6752B"/>
    <w:rsid w:val="00E67BFE"/>
    <w:rsid w:val="00E705AE"/>
    <w:rsid w:val="00E71831"/>
    <w:rsid w:val="00E7508E"/>
    <w:rsid w:val="00E76632"/>
    <w:rsid w:val="00E77738"/>
    <w:rsid w:val="00E779CE"/>
    <w:rsid w:val="00E80BE8"/>
    <w:rsid w:val="00E81FB0"/>
    <w:rsid w:val="00E83232"/>
    <w:rsid w:val="00E83A3B"/>
    <w:rsid w:val="00E845DA"/>
    <w:rsid w:val="00E95CB3"/>
    <w:rsid w:val="00EA33AB"/>
    <w:rsid w:val="00EA3551"/>
    <w:rsid w:val="00EA6885"/>
    <w:rsid w:val="00EB2378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D7E04"/>
    <w:rsid w:val="00EE011E"/>
    <w:rsid w:val="00EE18B2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65D6"/>
    <w:rsid w:val="00F17266"/>
    <w:rsid w:val="00F21A21"/>
    <w:rsid w:val="00F21A40"/>
    <w:rsid w:val="00F26089"/>
    <w:rsid w:val="00F27665"/>
    <w:rsid w:val="00F30444"/>
    <w:rsid w:val="00F305AD"/>
    <w:rsid w:val="00F32678"/>
    <w:rsid w:val="00F32B35"/>
    <w:rsid w:val="00F35049"/>
    <w:rsid w:val="00F3575C"/>
    <w:rsid w:val="00F44544"/>
    <w:rsid w:val="00F52F8B"/>
    <w:rsid w:val="00F54EFD"/>
    <w:rsid w:val="00F55430"/>
    <w:rsid w:val="00F60BBF"/>
    <w:rsid w:val="00F61074"/>
    <w:rsid w:val="00F6685B"/>
    <w:rsid w:val="00F66B4C"/>
    <w:rsid w:val="00F720F7"/>
    <w:rsid w:val="00F73958"/>
    <w:rsid w:val="00F74505"/>
    <w:rsid w:val="00F75986"/>
    <w:rsid w:val="00F7644F"/>
    <w:rsid w:val="00F806B9"/>
    <w:rsid w:val="00F8282E"/>
    <w:rsid w:val="00F83763"/>
    <w:rsid w:val="00F841AE"/>
    <w:rsid w:val="00F85B42"/>
    <w:rsid w:val="00F937B1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3C0"/>
    <w:rsid w:val="00FC66CE"/>
    <w:rsid w:val="00FD03FA"/>
    <w:rsid w:val="00FD05C2"/>
    <w:rsid w:val="00FD14BC"/>
    <w:rsid w:val="00FD19B9"/>
    <w:rsid w:val="00FD6D33"/>
    <w:rsid w:val="00FD6FFF"/>
    <w:rsid w:val="00FE1E44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893B0-A482-4958-9E1C-B8096E50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831</TotalTime>
  <Pages>9</Pages>
  <Words>2511</Words>
  <Characters>17745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118</cp:revision>
  <cp:lastPrinted>2021-10-29T10:56:00Z</cp:lastPrinted>
  <dcterms:created xsi:type="dcterms:W3CDTF">2023-02-17T12:02:00Z</dcterms:created>
  <dcterms:modified xsi:type="dcterms:W3CDTF">2023-03-29T08:23:00Z</dcterms:modified>
</cp:coreProperties>
</file>